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19C9A" w14:textId="77777777" w:rsidR="00926FEC" w:rsidRDefault="00926FEC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554C07F2" w14:textId="1807B83B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33654E" wp14:editId="0D970A04">
            <wp:simplePos x="0" y="0"/>
            <wp:positionH relativeFrom="margin">
              <wp:align>left</wp:align>
            </wp:positionH>
            <wp:positionV relativeFrom="margin">
              <wp:posOffset>200726</wp:posOffset>
            </wp:positionV>
            <wp:extent cx="2162812" cy="719459"/>
            <wp:effectExtent l="0" t="0" r="8890" b="4445"/>
            <wp:wrapSquare wrapText="bothSides"/>
            <wp:docPr id="540920920" name="Image 411484288" descr="Une image contenant texte, Police, logo, symbol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812" cy="719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A73770B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6153067C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0F902C3E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35638188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0058A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B15970" w:rsidRPr="00B25082" w14:paraId="38B93CBC" w14:textId="77777777" w:rsidTr="00F4515A">
        <w:tc>
          <w:tcPr>
            <w:tcW w:w="9002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0058A5"/>
          </w:tcPr>
          <w:p w14:paraId="532F53AC" w14:textId="77777777" w:rsidR="00B15970" w:rsidRPr="00B25082" w:rsidRDefault="00B15970" w:rsidP="00F4515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</w:pPr>
            <w:r w:rsidRPr="00B25082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MARCHES PUBLICS</w:t>
            </w:r>
          </w:p>
          <w:p w14:paraId="59A9D1D0" w14:textId="77777777" w:rsidR="00B15970" w:rsidRPr="00B25082" w:rsidRDefault="00B15970" w:rsidP="00F4515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 w:rsidRPr="00B25082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ACTE</w:t>
            </w:r>
            <w:r w:rsidRPr="00B25082"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0058A5"/>
          </w:tcPr>
          <w:p w14:paraId="62E2FAB7" w14:textId="77777777" w:rsidR="00B15970" w:rsidRPr="00B15970" w:rsidRDefault="00B15970" w:rsidP="00F4515A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B15970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ATTRI1</w:t>
            </w:r>
          </w:p>
        </w:tc>
      </w:tr>
    </w:tbl>
    <w:p w14:paraId="5082B704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tbl>
      <w:tblPr>
        <w:tblW w:w="103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4"/>
        <w:gridCol w:w="8520"/>
        <w:gridCol w:w="1099"/>
      </w:tblGrid>
      <w:tr w:rsidR="00B15970" w14:paraId="4EA799A6" w14:textId="77777777" w:rsidTr="00B15970">
        <w:trPr>
          <w:trHeight w:val="20"/>
          <w:jc w:val="center"/>
        </w:trPr>
        <w:tc>
          <w:tcPr>
            <w:tcW w:w="714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97824" w14:textId="77777777" w:rsidR="00B15970" w:rsidRDefault="00B15970" w:rsidP="00F4515A">
            <w:pPr>
              <w:pStyle w:val="TableContents"/>
            </w:pPr>
          </w:p>
        </w:tc>
        <w:tc>
          <w:tcPr>
            <w:tcW w:w="8520" w:type="dxa"/>
            <w:vMerge w:val="restart"/>
            <w:tcBorders>
              <w:top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EA0C63" w14:textId="1940D009" w:rsidR="00B15970" w:rsidRPr="00B15970" w:rsidRDefault="00B15970" w:rsidP="00F4515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bookmarkStart w:id="0" w:name="_Hlk132990777"/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ANNEXE 2 </w:t>
            </w:r>
          </w:p>
          <w:p w14:paraId="5CEA2A7C" w14:textId="378677A3" w:rsidR="00B15970" w:rsidRPr="00B15970" w:rsidRDefault="00B15970" w:rsidP="00B1597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INTERLOCUTEURS RÉFÉRENTS</w:t>
            </w:r>
            <w:bookmarkEnd w:id="0"/>
          </w:p>
        </w:tc>
        <w:tc>
          <w:tcPr>
            <w:tcW w:w="1099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CCAAA" w14:textId="77777777" w:rsidR="00B15970" w:rsidRDefault="00B15970" w:rsidP="00F4515A">
            <w:pPr>
              <w:pStyle w:val="TableContents"/>
            </w:pPr>
          </w:p>
        </w:tc>
      </w:tr>
      <w:tr w:rsidR="00B15970" w14:paraId="009652FA" w14:textId="77777777" w:rsidTr="00B15970">
        <w:trPr>
          <w:trHeight w:val="20"/>
          <w:jc w:val="center"/>
        </w:trPr>
        <w:tc>
          <w:tcPr>
            <w:tcW w:w="71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E507F" w14:textId="77777777" w:rsidR="00B15970" w:rsidRDefault="00B15970" w:rsidP="00F4515A">
            <w:pPr>
              <w:pStyle w:val="TableContents"/>
            </w:pPr>
          </w:p>
        </w:tc>
        <w:tc>
          <w:tcPr>
            <w:tcW w:w="8520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2CDC9" w14:textId="77777777" w:rsidR="00B15970" w:rsidRDefault="00B15970" w:rsidP="00F4515A">
            <w:pPr>
              <w:pStyle w:val="Textbody"/>
            </w:pPr>
          </w:p>
        </w:tc>
        <w:tc>
          <w:tcPr>
            <w:tcW w:w="1099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D73F4" w14:textId="77777777" w:rsidR="00B15970" w:rsidRDefault="00B15970" w:rsidP="00F4515A">
            <w:pPr>
              <w:pStyle w:val="TableContents"/>
            </w:pPr>
          </w:p>
        </w:tc>
      </w:tr>
    </w:tbl>
    <w:p w14:paraId="208CCBEA" w14:textId="77777777" w:rsidR="00734396" w:rsidRDefault="00734396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236B2950" w14:textId="456D0A02" w:rsidR="00E128D8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Le </w:t>
      </w:r>
      <w:r w:rsidR="00D525BC">
        <w:rPr>
          <w:rFonts w:ascii="Arial" w:hAnsi="Arial" w:cs="Arial"/>
          <w:sz w:val="20"/>
          <w:szCs w:val="20"/>
        </w:rPr>
        <w:t>t</w:t>
      </w:r>
      <w:r w:rsidRPr="006854D6">
        <w:rPr>
          <w:rFonts w:ascii="Arial" w:hAnsi="Arial" w:cs="Arial"/>
          <w:sz w:val="20"/>
          <w:szCs w:val="20"/>
        </w:rPr>
        <w:t xml:space="preserve">itulaire </w:t>
      </w:r>
      <w:r w:rsidR="00B15970">
        <w:rPr>
          <w:rFonts w:ascii="Arial" w:hAnsi="Arial" w:cs="Arial"/>
          <w:sz w:val="20"/>
          <w:szCs w:val="20"/>
        </w:rPr>
        <w:t>du marché</w:t>
      </w:r>
      <w:r w:rsidRPr="006854D6">
        <w:rPr>
          <w:rFonts w:ascii="Arial" w:hAnsi="Arial" w:cs="Arial"/>
          <w:sz w:val="20"/>
          <w:szCs w:val="20"/>
        </w:rPr>
        <w:t xml:space="preserve"> s’engage à affecter aux besoins </w:t>
      </w:r>
      <w:r w:rsidR="007755D6">
        <w:rPr>
          <w:rFonts w:ascii="Arial" w:hAnsi="Arial" w:cs="Arial"/>
          <w:sz w:val="20"/>
          <w:szCs w:val="20"/>
        </w:rPr>
        <w:t>de l’acheteur</w:t>
      </w:r>
      <w:r w:rsidRPr="006854D6">
        <w:rPr>
          <w:rFonts w:ascii="Arial" w:hAnsi="Arial" w:cs="Arial"/>
          <w:sz w:val="20"/>
          <w:szCs w:val="20"/>
        </w:rPr>
        <w:t xml:space="preserve">, </w:t>
      </w:r>
      <w:r w:rsidRPr="006854D6">
        <w:rPr>
          <w:rFonts w:ascii="Arial" w:hAnsi="Arial" w:cs="Arial"/>
          <w:sz w:val="20"/>
          <w:szCs w:val="20"/>
          <w:u w:val="single"/>
        </w:rPr>
        <w:t xml:space="preserve">un référent </w:t>
      </w:r>
      <w:r w:rsidR="00DB2F97">
        <w:rPr>
          <w:rFonts w:ascii="Arial" w:hAnsi="Arial" w:cs="Arial"/>
          <w:sz w:val="20"/>
          <w:szCs w:val="20"/>
          <w:u w:val="single"/>
        </w:rPr>
        <w:t>t</w:t>
      </w:r>
      <w:r w:rsidRPr="006854D6">
        <w:rPr>
          <w:rFonts w:ascii="Arial" w:hAnsi="Arial" w:cs="Arial"/>
          <w:sz w:val="20"/>
          <w:szCs w:val="20"/>
          <w:u w:val="single"/>
        </w:rPr>
        <w:t>itulaire et un binôme obligatoire</w:t>
      </w:r>
      <w:r w:rsidRPr="006854D6">
        <w:rPr>
          <w:rFonts w:ascii="Arial" w:hAnsi="Arial" w:cs="Arial"/>
          <w:sz w:val="20"/>
          <w:szCs w:val="20"/>
        </w:rPr>
        <w:t xml:space="preserve"> afin que le suivi personnalisé et la relation client ne soient pas interrompus au cours de l’année (congés, absen</w:t>
      </w:r>
      <w:r w:rsidR="000250D8" w:rsidRPr="006854D6">
        <w:rPr>
          <w:rFonts w:ascii="Arial" w:hAnsi="Arial" w:cs="Arial"/>
          <w:sz w:val="20"/>
          <w:szCs w:val="20"/>
        </w:rPr>
        <w:t xml:space="preserve">ces) </w:t>
      </w:r>
      <w:r w:rsidR="000250D8" w:rsidRPr="00DD10E1">
        <w:rPr>
          <w:rFonts w:ascii="Arial" w:hAnsi="Arial" w:cs="Arial"/>
          <w:sz w:val="20"/>
          <w:szCs w:val="20"/>
        </w:rPr>
        <w:t xml:space="preserve">comme défini à l’article </w:t>
      </w:r>
      <w:r w:rsidR="00B15970">
        <w:rPr>
          <w:rFonts w:ascii="Arial" w:hAnsi="Arial" w:cs="Arial"/>
          <w:sz w:val="20"/>
          <w:szCs w:val="20"/>
        </w:rPr>
        <w:t>5</w:t>
      </w:r>
      <w:r w:rsidR="00A90EFB" w:rsidRPr="00DD10E1">
        <w:rPr>
          <w:rFonts w:ascii="Arial" w:hAnsi="Arial" w:cs="Arial"/>
          <w:sz w:val="20"/>
          <w:szCs w:val="20"/>
        </w:rPr>
        <w:t>.</w:t>
      </w:r>
      <w:r w:rsidR="00C24559" w:rsidRPr="00DD10E1">
        <w:rPr>
          <w:rFonts w:ascii="Arial" w:hAnsi="Arial" w:cs="Arial"/>
          <w:sz w:val="20"/>
          <w:szCs w:val="20"/>
        </w:rPr>
        <w:t>1.</w:t>
      </w:r>
      <w:r w:rsidR="00A90EFB" w:rsidRPr="00DD10E1">
        <w:rPr>
          <w:rFonts w:ascii="Arial" w:hAnsi="Arial" w:cs="Arial"/>
          <w:sz w:val="20"/>
          <w:szCs w:val="20"/>
        </w:rPr>
        <w:t>2</w:t>
      </w:r>
      <w:r w:rsidR="000010ED" w:rsidRPr="00DD10E1">
        <w:rPr>
          <w:rFonts w:ascii="Arial" w:hAnsi="Arial" w:cs="Arial"/>
          <w:sz w:val="20"/>
          <w:szCs w:val="20"/>
        </w:rPr>
        <w:t xml:space="preserve"> du C</w:t>
      </w:r>
      <w:r w:rsidR="00EB56D3" w:rsidRPr="00DD10E1">
        <w:rPr>
          <w:rFonts w:ascii="Arial" w:hAnsi="Arial" w:cs="Arial"/>
          <w:sz w:val="20"/>
          <w:szCs w:val="20"/>
        </w:rPr>
        <w:t>C</w:t>
      </w:r>
      <w:r w:rsidR="00044700">
        <w:rPr>
          <w:rFonts w:ascii="Arial" w:hAnsi="Arial" w:cs="Arial"/>
          <w:sz w:val="20"/>
          <w:szCs w:val="20"/>
        </w:rPr>
        <w:t>A</w:t>
      </w:r>
      <w:r w:rsidRPr="00DD10E1">
        <w:rPr>
          <w:rFonts w:ascii="Arial" w:hAnsi="Arial" w:cs="Arial"/>
          <w:sz w:val="20"/>
          <w:szCs w:val="20"/>
        </w:rPr>
        <w:t>P.</w:t>
      </w:r>
    </w:p>
    <w:p w14:paraId="32E0C66F" w14:textId="77777777" w:rsidR="00B15970" w:rsidRDefault="00B15970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ADE56C" w14:textId="77777777" w:rsidR="00B15970" w:rsidRPr="006854D6" w:rsidRDefault="00B15970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7FDB4B" w14:textId="77777777" w:rsidR="00B15970" w:rsidRPr="006854D6" w:rsidRDefault="00B15970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A966DE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</w:t>
      </w:r>
      <w:r w:rsidR="00B01617">
        <w:rPr>
          <w:rFonts w:ascii="Arial" w:hAnsi="Arial" w:cs="Arial"/>
          <w:b/>
          <w:bCs/>
          <w:sz w:val="20"/>
          <w:szCs w:val="20"/>
        </w:rPr>
        <w:t>t</w:t>
      </w:r>
      <w:r w:rsidRPr="006854D6">
        <w:rPr>
          <w:rFonts w:ascii="Arial" w:hAnsi="Arial" w:cs="Arial"/>
          <w:b/>
          <w:bCs/>
          <w:sz w:val="20"/>
          <w:szCs w:val="20"/>
        </w:rPr>
        <w:t xml:space="preserve">itulaire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1" w:name="Texte31"/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  <w:bookmarkEnd w:id="1"/>
    </w:p>
    <w:p w14:paraId="5D21821C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6EDC273D" w14:textId="0325D322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726B206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0EDA5223" w14:textId="6989664E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48F2F57C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688DCFAB" w14:textId="02887B68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10F2FBBF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2364D3DA" w14:textId="2BC07270" w:rsidR="00E128D8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E2007EB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DCA546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74BD65A3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binôme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1305665D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20F11E0B" w14:textId="54B085AF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06F6741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1A6157" w14:textId="5134C4D1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31B7CEFB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8151C2C" w14:textId="7CD926F0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8AD2E43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3CE6AE75" w14:textId="738C4E85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8BF9C9C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711B5D0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73E5BC9" w14:textId="60C15B6F" w:rsidR="00F4503A" w:rsidRPr="006854D6" w:rsidRDefault="00F4503A" w:rsidP="00F450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Ceux-ci seront garants du bon suivi des dossiers, du respect des délais </w:t>
      </w:r>
      <w:r>
        <w:rPr>
          <w:rFonts w:ascii="Arial" w:hAnsi="Arial" w:cs="Arial"/>
          <w:sz w:val="20"/>
          <w:szCs w:val="20"/>
        </w:rPr>
        <w:t>d’exécution</w:t>
      </w:r>
      <w:r w:rsidRPr="006854D6">
        <w:rPr>
          <w:rFonts w:ascii="Arial" w:hAnsi="Arial" w:cs="Arial"/>
          <w:sz w:val="20"/>
          <w:szCs w:val="20"/>
        </w:rPr>
        <w:t>, de la conformité des</w:t>
      </w:r>
      <w:r>
        <w:rPr>
          <w:rFonts w:ascii="Arial" w:hAnsi="Arial" w:cs="Arial"/>
          <w:sz w:val="20"/>
          <w:szCs w:val="20"/>
        </w:rPr>
        <w:t xml:space="preserve"> </w:t>
      </w:r>
      <w:r w:rsidR="009A3C6A">
        <w:rPr>
          <w:rFonts w:ascii="Arial" w:hAnsi="Arial" w:cs="Arial"/>
          <w:sz w:val="20"/>
          <w:szCs w:val="20"/>
        </w:rPr>
        <w:t>prestations</w:t>
      </w:r>
      <w:r>
        <w:rPr>
          <w:rFonts w:ascii="Arial" w:hAnsi="Arial" w:cs="Arial"/>
          <w:sz w:val="20"/>
          <w:szCs w:val="20"/>
        </w:rPr>
        <w:t xml:space="preserve">, de </w:t>
      </w:r>
      <w:r w:rsidR="009A3C6A">
        <w:rPr>
          <w:rFonts w:ascii="Arial" w:hAnsi="Arial" w:cs="Arial"/>
          <w:sz w:val="20"/>
          <w:szCs w:val="20"/>
        </w:rPr>
        <w:t>l’admission</w:t>
      </w:r>
      <w:r w:rsidRPr="006854D6">
        <w:rPr>
          <w:rFonts w:ascii="Arial" w:hAnsi="Arial" w:cs="Arial"/>
          <w:sz w:val="20"/>
          <w:szCs w:val="20"/>
        </w:rPr>
        <w:t xml:space="preserve"> ainsi que de la facturation.</w:t>
      </w:r>
    </w:p>
    <w:p w14:paraId="607DD45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480903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48E9826" w14:textId="77777777" w:rsidR="00E128D8" w:rsidRPr="006854D6" w:rsidRDefault="00E128D8" w:rsidP="006854D6">
      <w:pPr>
        <w:spacing w:after="0" w:line="240" w:lineRule="auto"/>
        <w:ind w:left="5670" w:hanging="567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 xml:space="preserve">Cachet et signature du </w:t>
      </w:r>
      <w:r w:rsidR="0056112B"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>itulaire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D6FBE6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E00613" w14:textId="05510269" w:rsidR="008351DA" w:rsidRDefault="001B3857" w:rsidP="006854D6">
      <w:pPr>
        <w:pStyle w:val="Corpsdetexte"/>
        <w:spacing w:after="0" w:line="240" w:lineRule="auto"/>
        <w:ind w:right="176"/>
        <w:rPr>
          <w:rFonts w:ascii="Arial" w:hAnsi="Arial" w:cs="Arial"/>
          <w:color w:val="000000"/>
          <w:sz w:val="18"/>
        </w:rPr>
      </w:pPr>
      <w:r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854D6">
        <w:rPr>
          <w:rFonts w:ascii="Arial" w:hAnsi="Arial" w:cs="Arial"/>
          <w:b/>
          <w:sz w:val="20"/>
          <w:szCs w:val="20"/>
        </w:rPr>
      </w:r>
      <w:r w:rsidRPr="006854D6">
        <w:rPr>
          <w:rFonts w:ascii="Arial" w:hAnsi="Arial" w:cs="Arial"/>
          <w:b/>
          <w:sz w:val="20"/>
          <w:szCs w:val="20"/>
        </w:rPr>
        <w:fldChar w:fldCharType="separate"/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00364D86" w14:textId="29DAC1EE" w:rsidR="00A00D91" w:rsidRPr="00A00D91" w:rsidRDefault="00A00D91" w:rsidP="009A3C6A">
      <w:pPr>
        <w:tabs>
          <w:tab w:val="left" w:pos="6599"/>
        </w:tabs>
      </w:pPr>
    </w:p>
    <w:sectPr w:rsidR="00A00D91" w:rsidRPr="00A00D91" w:rsidSect="00D525BC">
      <w:footerReference w:type="default" r:id="rId9"/>
      <w:footerReference w:type="first" r:id="rId10"/>
      <w:pgSz w:w="11906" w:h="16838" w:code="9"/>
      <w:pgMar w:top="284" w:right="851" w:bottom="142" w:left="851" w:header="425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5D9FB" w14:textId="77777777" w:rsidR="00BD4360" w:rsidRDefault="00BD4360">
      <w:pPr>
        <w:spacing w:after="0" w:line="240" w:lineRule="auto"/>
      </w:pPr>
      <w:r>
        <w:separator/>
      </w:r>
    </w:p>
  </w:endnote>
  <w:endnote w:type="continuationSeparator" w:id="0">
    <w:p w14:paraId="0473E4FC" w14:textId="77777777" w:rsidR="00BD4360" w:rsidRDefault="00BD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4EDA79D" w14:textId="77777777" w:rsidTr="0093438B">
      <w:trPr>
        <w:trHeight w:val="232"/>
      </w:trPr>
      <w:tc>
        <w:tcPr>
          <w:tcW w:w="3792" w:type="dxa"/>
          <w:shd w:val="clear" w:color="auto" w:fill="66CCFF"/>
        </w:tcPr>
        <w:p w14:paraId="70AE4316" w14:textId="26A753D6" w:rsidR="00BE02A9" w:rsidRPr="00783C20" w:rsidRDefault="00BE02A9" w:rsidP="00F3133B">
          <w:pPr>
            <w:pStyle w:val="Contenudetableau"/>
            <w:tabs>
              <w:tab w:val="right" w:pos="3682"/>
            </w:tabs>
            <w:spacing w:after="100" w:afterAutospacing="1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</w:p>
      </w:tc>
      <w:tc>
        <w:tcPr>
          <w:tcW w:w="3486" w:type="dxa"/>
          <w:shd w:val="clear" w:color="auto" w:fill="66CCFF"/>
        </w:tcPr>
        <w:p w14:paraId="68508E36" w14:textId="2223E12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1040C2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1040C2">
            <w:rPr>
              <w:rFonts w:ascii="Arial" w:hAnsi="Arial" w:cs="Arial"/>
              <w:b/>
              <w:sz w:val="18"/>
              <w:szCs w:val="18"/>
            </w:rPr>
            <w:t>MAPA-16</w:t>
          </w:r>
        </w:p>
      </w:tc>
      <w:tc>
        <w:tcPr>
          <w:tcW w:w="3070" w:type="dxa"/>
          <w:shd w:val="clear" w:color="auto" w:fill="66CCFF"/>
        </w:tcPr>
        <w:p w14:paraId="756CAB1E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C442CD9" w14:textId="77777777" w:rsidR="00BE02A9" w:rsidRDefault="00BE02A9" w:rsidP="00952083">
    <w:pPr>
      <w:pStyle w:val="Pieddepage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shd w:val="clear" w:color="auto" w:fill="0058A5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15970" w:rsidRPr="00B15970" w14:paraId="6E979B5D" w14:textId="77777777" w:rsidTr="00B15970">
      <w:trPr>
        <w:trHeight w:val="232"/>
      </w:trPr>
      <w:tc>
        <w:tcPr>
          <w:tcW w:w="3792" w:type="dxa"/>
          <w:shd w:val="clear" w:color="auto" w:fill="0058A5"/>
        </w:tcPr>
        <w:p w14:paraId="7ECC923A" w14:textId="691A04F0" w:rsidR="00BE02A9" w:rsidRPr="00B15970" w:rsidRDefault="00BE02A9" w:rsidP="004900F1">
          <w:pPr>
            <w:pStyle w:val="Contenudetableau"/>
            <w:tabs>
              <w:tab w:val="right" w:pos="3682"/>
            </w:tabs>
            <w:spacing w:after="100" w:afterAutospacing="1" w:line="240" w:lineRule="auto"/>
            <w:jc w:val="center"/>
            <w:rPr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>ATTRI1 – Acte d'engagement</w:t>
          </w:r>
          <w:r w:rsidR="009A3C6A"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 xml:space="preserve"> </w:t>
          </w:r>
        </w:p>
      </w:tc>
      <w:tc>
        <w:tcPr>
          <w:tcW w:w="3486" w:type="dxa"/>
          <w:shd w:val="clear" w:color="auto" w:fill="0058A5"/>
        </w:tcPr>
        <w:p w14:paraId="0912C46B" w14:textId="0436C589" w:rsidR="00BE02A9" w:rsidRPr="00B1597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spacing w:line="240" w:lineRule="auto"/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ab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ab/>
          </w:r>
          <w:r w:rsidR="00CF60E2"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CCITSE-202</w:t>
          </w:r>
          <w:r w:rsidR="001B3857"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5-</w:t>
          </w:r>
          <w:r w:rsidR="00B15970"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AOO-14</w:t>
          </w:r>
        </w:p>
      </w:tc>
      <w:tc>
        <w:tcPr>
          <w:tcW w:w="3070" w:type="dxa"/>
          <w:shd w:val="clear" w:color="auto" w:fill="0058A5"/>
        </w:tcPr>
        <w:p w14:paraId="3005EE66" w14:textId="77777777" w:rsidR="00BE02A9" w:rsidRPr="00B1597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 w:line="240" w:lineRule="auto"/>
            <w:jc w:val="center"/>
            <w:rPr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 xml:space="preserve">Page : 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begin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instrText>PAGE</w:instrTex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separate"/>
          </w:r>
          <w:r w:rsidR="00B01617" w:rsidRPr="00B15970">
            <w:rPr>
              <w:rFonts w:ascii="Arial" w:hAnsi="Arial" w:cs="Arial"/>
              <w:b/>
              <w:noProof/>
              <w:color w:val="FFFFFF" w:themeColor="background1"/>
              <w:sz w:val="18"/>
              <w:szCs w:val="18"/>
            </w:rPr>
            <w:t>1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end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 xml:space="preserve"> / 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begin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instrText>NUMPAGES</w:instrTex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separate"/>
          </w:r>
          <w:r w:rsidR="00B01617" w:rsidRPr="00B15970">
            <w:rPr>
              <w:rFonts w:ascii="Arial" w:hAnsi="Arial" w:cs="Arial"/>
              <w:b/>
              <w:noProof/>
              <w:color w:val="FFFFFF" w:themeColor="background1"/>
              <w:sz w:val="18"/>
              <w:szCs w:val="18"/>
            </w:rPr>
            <w:t>10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end"/>
          </w:r>
        </w:p>
      </w:tc>
    </w:tr>
  </w:tbl>
  <w:p w14:paraId="49303698" w14:textId="77777777" w:rsidR="00BE02A9" w:rsidRDefault="00BE02A9" w:rsidP="00952083">
    <w:pPr>
      <w:pStyle w:val="Pieddepage"/>
      <w:tabs>
        <w:tab w:val="clear" w:pos="4819"/>
        <w:tab w:val="clear" w:pos="9638"/>
        <w:tab w:val="left" w:pos="646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D625B" w14:textId="77777777" w:rsidR="00BD4360" w:rsidRDefault="00BD4360">
      <w:r>
        <w:separator/>
      </w:r>
    </w:p>
  </w:footnote>
  <w:footnote w:type="continuationSeparator" w:id="0">
    <w:p w14:paraId="5A6F8876" w14:textId="77777777" w:rsidR="00BD4360" w:rsidRDefault="00BD4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DC2"/>
    <w:multiLevelType w:val="hybridMultilevel"/>
    <w:tmpl w:val="64F0D94E"/>
    <w:lvl w:ilvl="0" w:tplc="60B8DFEE">
      <w:start w:val="69"/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93625"/>
    <w:multiLevelType w:val="multilevel"/>
    <w:tmpl w:val="B9C2BE8E"/>
    <w:lvl w:ilvl="0">
      <w:start w:val="1"/>
      <w:numFmt w:val="bullet"/>
      <w:suff w:val="space"/>
      <w:lvlText w:val=""/>
      <w:lvlJc w:val="left"/>
      <w:pPr>
        <w:ind w:left="794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suff w:val="space"/>
      <w:lvlText w:val=""/>
      <w:lvlJc w:val="left"/>
      <w:pPr>
        <w:ind w:left="1587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suff w:val="space"/>
      <w:lvlText w:val=""/>
      <w:lvlJc w:val="left"/>
      <w:pPr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suff w:val="space"/>
      <w:lvlText w:val=""/>
      <w:lvlJc w:val="left"/>
      <w:pPr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suff w:val="space"/>
      <w:lvlText w:val=""/>
      <w:lvlJc w:val="left"/>
      <w:pPr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suff w:val="space"/>
      <w:lvlText w:val=""/>
      <w:lvlJc w:val="left"/>
      <w:pPr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suff w:val="space"/>
      <w:lvlText w:val=""/>
      <w:lvlJc w:val="left"/>
      <w:pPr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suff w:val="space"/>
      <w:lvlText w:val=""/>
      <w:lvlJc w:val="left"/>
      <w:pPr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suff w:val="space"/>
      <w:lvlText w:val=""/>
      <w:lvlJc w:val="left"/>
      <w:pPr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2" w15:restartNumberingAfterBreak="0">
    <w:nsid w:val="088E68D6"/>
    <w:multiLevelType w:val="hybridMultilevel"/>
    <w:tmpl w:val="BFF4A598"/>
    <w:lvl w:ilvl="0" w:tplc="14D0AFC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1C374C"/>
    <w:multiLevelType w:val="hybridMultilevel"/>
    <w:tmpl w:val="073015D2"/>
    <w:lvl w:ilvl="0" w:tplc="D80A89FA">
      <w:numFmt w:val="bullet"/>
      <w:lvlText w:val=""/>
      <w:lvlJc w:val="left"/>
      <w:pPr>
        <w:ind w:left="108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014E0"/>
    <w:multiLevelType w:val="hybridMultilevel"/>
    <w:tmpl w:val="4BAC8552"/>
    <w:lvl w:ilvl="0" w:tplc="E9924B76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398"/>
    <w:multiLevelType w:val="multilevel"/>
    <w:tmpl w:val="C936D9A4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F931B2"/>
    <w:multiLevelType w:val="hybridMultilevel"/>
    <w:tmpl w:val="6444F25C"/>
    <w:lvl w:ilvl="0" w:tplc="36663916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bCs/>
        <w:color w:val="E5B8B7" w:themeColor="accent2" w:themeTint="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E12"/>
    <w:multiLevelType w:val="hybridMultilevel"/>
    <w:tmpl w:val="6ED8E7C2"/>
    <w:lvl w:ilvl="0" w:tplc="B55868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201CF"/>
    <w:multiLevelType w:val="hybridMultilevel"/>
    <w:tmpl w:val="5F8E6782"/>
    <w:lvl w:ilvl="0" w:tplc="358CA88A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C1041"/>
    <w:multiLevelType w:val="hybridMultilevel"/>
    <w:tmpl w:val="633A2CC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7C1193D"/>
    <w:multiLevelType w:val="hybridMultilevel"/>
    <w:tmpl w:val="B802AFFC"/>
    <w:lvl w:ilvl="0" w:tplc="ECA401C6">
      <w:start w:val="1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EB5581B"/>
    <w:multiLevelType w:val="multilevel"/>
    <w:tmpl w:val="A7E6BB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1D7236E"/>
    <w:multiLevelType w:val="hybridMultilevel"/>
    <w:tmpl w:val="D8FA6ACE"/>
    <w:lvl w:ilvl="0" w:tplc="9A4E3C7C">
      <w:start w:val="69"/>
      <w:numFmt w:val="bullet"/>
      <w:lvlText w:val=""/>
      <w:lvlJc w:val="left"/>
      <w:pPr>
        <w:ind w:left="720" w:hanging="360"/>
      </w:pPr>
      <w:rPr>
        <w:rFonts w:ascii="Wingdings" w:eastAsia="SimSu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8399A"/>
    <w:multiLevelType w:val="multilevel"/>
    <w:tmpl w:val="AF361678"/>
    <w:lvl w:ilvl="0">
      <w:start w:val="1"/>
      <w:numFmt w:val="bullet"/>
      <w:lvlText w:val=""/>
      <w:lvlJc w:val="left"/>
      <w:pPr>
        <w:tabs>
          <w:tab w:val="num" w:pos="227"/>
        </w:tabs>
        <w:ind w:left="0" w:firstLine="0"/>
      </w:pPr>
      <w:rPr>
        <w:rFonts w:ascii="Wingdings" w:hAnsi="Wingdings" w:cs="Wingdings" w:hint="default"/>
        <w:color w:val="D99594" w:themeColor="accent2" w:themeTint="99"/>
        <w:sz w:val="24"/>
        <w:szCs w:val="24"/>
        <w:shd w:val="clear" w:color="auto" w:fil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5" w15:restartNumberingAfterBreak="0">
    <w:nsid w:val="532D258B"/>
    <w:multiLevelType w:val="multilevel"/>
    <w:tmpl w:val="F740E0F6"/>
    <w:lvl w:ilvl="0">
      <w:start w:val="1"/>
      <w:numFmt w:val="bullet"/>
      <w:suff w:val="space"/>
      <w:lvlText w:val=""/>
      <w:lvlJc w:val="left"/>
      <w:pPr>
        <w:ind w:left="-1726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"/>
      <w:lvlJc w:val="left"/>
      <w:pPr>
        <w:ind w:left="-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"/>
      <w:lvlJc w:val="left"/>
      <w:pPr>
        <w:ind w:left="-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"/>
      <w:lvlJc w:val="left"/>
      <w:pPr>
        <w:ind w:left="-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"/>
      <w:lvlJc w:val="left"/>
      <w:pPr>
        <w:ind w:left="-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"/>
      <w:lvlJc w:val="left"/>
      <w:pPr>
        <w:ind w:left="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6" w15:restartNumberingAfterBreak="0">
    <w:nsid w:val="546901C9"/>
    <w:multiLevelType w:val="hybridMultilevel"/>
    <w:tmpl w:val="54BAEEA8"/>
    <w:lvl w:ilvl="0" w:tplc="F4A40072">
      <w:start w:val="2"/>
      <w:numFmt w:val="bullet"/>
      <w:lvlText w:val=""/>
      <w:lvlJc w:val="left"/>
      <w:pPr>
        <w:ind w:left="2484" w:hanging="360"/>
      </w:pPr>
      <w:rPr>
        <w:rFonts w:ascii="Wingdings" w:eastAsia="SimSu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56BD4C2A"/>
    <w:multiLevelType w:val="multilevel"/>
    <w:tmpl w:val="3BE6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</w:abstractNum>
  <w:abstractNum w:abstractNumId="18" w15:restartNumberingAfterBreak="0">
    <w:nsid w:val="58AE5312"/>
    <w:multiLevelType w:val="hybridMultilevel"/>
    <w:tmpl w:val="105E2FDE"/>
    <w:lvl w:ilvl="0" w:tplc="7E04BC7A">
      <w:start w:val="2"/>
      <w:numFmt w:val="bullet"/>
      <w:lvlText w:val=""/>
      <w:lvlJc w:val="left"/>
      <w:pPr>
        <w:ind w:left="1080" w:hanging="360"/>
      </w:pPr>
      <w:rPr>
        <w:rFonts w:ascii="Wingdings" w:eastAsia="SimSun" w:hAnsi="Wingdings" w:cs="Mang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3218F2"/>
    <w:multiLevelType w:val="hybridMultilevel"/>
    <w:tmpl w:val="9DF41700"/>
    <w:lvl w:ilvl="0" w:tplc="B6A217DC">
      <w:numFmt w:val="bullet"/>
      <w:lvlText w:val="-"/>
      <w:lvlJc w:val="left"/>
      <w:pPr>
        <w:ind w:left="2061" w:hanging="360"/>
      </w:pPr>
      <w:rPr>
        <w:rFonts w:ascii="MS Gothic" w:eastAsia="MS Gothic" w:hAnsi="MS Gothic" w:cs="Wingdings" w:hint="eastAsia"/>
        <w:sz w:val="22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5A971C39"/>
    <w:multiLevelType w:val="hybridMultilevel"/>
    <w:tmpl w:val="CE0AF9D0"/>
    <w:lvl w:ilvl="0" w:tplc="7448512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C100CB1"/>
    <w:multiLevelType w:val="multilevel"/>
    <w:tmpl w:val="2B5C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2" w15:restartNumberingAfterBreak="0">
    <w:nsid w:val="5E54057F"/>
    <w:multiLevelType w:val="hybridMultilevel"/>
    <w:tmpl w:val="A0B24D68"/>
    <w:lvl w:ilvl="0" w:tplc="F61AC8F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3375A"/>
    <w:multiLevelType w:val="multilevel"/>
    <w:tmpl w:val="5F8AA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</w:abstractNum>
  <w:abstractNum w:abstractNumId="24" w15:restartNumberingAfterBreak="0">
    <w:nsid w:val="6BAC015D"/>
    <w:multiLevelType w:val="hybridMultilevel"/>
    <w:tmpl w:val="979847D2"/>
    <w:lvl w:ilvl="0" w:tplc="457C092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D0A9F"/>
    <w:multiLevelType w:val="hybridMultilevel"/>
    <w:tmpl w:val="B46AE93A"/>
    <w:lvl w:ilvl="0" w:tplc="D80A89FA">
      <w:numFmt w:val="bullet"/>
      <w:lvlText w:val=""/>
      <w:lvlJc w:val="left"/>
      <w:pPr>
        <w:ind w:left="72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5C496C"/>
    <w:multiLevelType w:val="hybridMultilevel"/>
    <w:tmpl w:val="07049C3A"/>
    <w:lvl w:ilvl="0" w:tplc="502AC9C4">
      <w:start w:val="2"/>
      <w:numFmt w:val="bullet"/>
      <w:lvlText w:val="-"/>
      <w:lvlJc w:val="left"/>
      <w:pPr>
        <w:ind w:left="2484" w:hanging="360"/>
      </w:pPr>
      <w:rPr>
        <w:rFonts w:ascii="Arial" w:eastAsia="SimSu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453526922">
    <w:abstractNumId w:val="14"/>
  </w:num>
  <w:num w:numId="2" w16cid:durableId="1943368485">
    <w:abstractNumId w:val="15"/>
  </w:num>
  <w:num w:numId="3" w16cid:durableId="25297994">
    <w:abstractNumId w:val="21"/>
  </w:num>
  <w:num w:numId="4" w16cid:durableId="806438497">
    <w:abstractNumId w:val="1"/>
  </w:num>
  <w:num w:numId="5" w16cid:durableId="1880118634">
    <w:abstractNumId w:val="23"/>
  </w:num>
  <w:num w:numId="6" w16cid:durableId="1708263533">
    <w:abstractNumId w:val="17"/>
  </w:num>
  <w:num w:numId="7" w16cid:durableId="197356273">
    <w:abstractNumId w:val="12"/>
  </w:num>
  <w:num w:numId="8" w16cid:durableId="2110352336">
    <w:abstractNumId w:val="25"/>
  </w:num>
  <w:num w:numId="9" w16cid:durableId="82918533">
    <w:abstractNumId w:val="18"/>
  </w:num>
  <w:num w:numId="10" w16cid:durableId="1282111123">
    <w:abstractNumId w:val="26"/>
  </w:num>
  <w:num w:numId="11" w16cid:durableId="74713947">
    <w:abstractNumId w:val="16"/>
  </w:num>
  <w:num w:numId="12" w16cid:durableId="1376539149">
    <w:abstractNumId w:val="6"/>
  </w:num>
  <w:num w:numId="13" w16cid:durableId="1486163679">
    <w:abstractNumId w:val="19"/>
  </w:num>
  <w:num w:numId="14" w16cid:durableId="1521314208">
    <w:abstractNumId w:val="8"/>
  </w:num>
  <w:num w:numId="15" w16cid:durableId="1102533993">
    <w:abstractNumId w:val="0"/>
  </w:num>
  <w:num w:numId="16" w16cid:durableId="779495832">
    <w:abstractNumId w:val="4"/>
  </w:num>
  <w:num w:numId="17" w16cid:durableId="1391919607">
    <w:abstractNumId w:val="13"/>
  </w:num>
  <w:num w:numId="18" w16cid:durableId="137498687">
    <w:abstractNumId w:val="22"/>
  </w:num>
  <w:num w:numId="19" w16cid:durableId="1443764182">
    <w:abstractNumId w:val="3"/>
  </w:num>
  <w:num w:numId="20" w16cid:durableId="718015953">
    <w:abstractNumId w:val="24"/>
  </w:num>
  <w:num w:numId="21" w16cid:durableId="2011711963">
    <w:abstractNumId w:val="9"/>
  </w:num>
  <w:num w:numId="22" w16cid:durableId="440565209">
    <w:abstractNumId w:val="7"/>
  </w:num>
  <w:num w:numId="23" w16cid:durableId="1139029876">
    <w:abstractNumId w:val="20"/>
  </w:num>
  <w:num w:numId="24" w16cid:durableId="480393473">
    <w:abstractNumId w:val="2"/>
  </w:num>
  <w:num w:numId="25" w16cid:durableId="423840622">
    <w:abstractNumId w:val="10"/>
  </w:num>
  <w:num w:numId="26" w16cid:durableId="2061897312">
    <w:abstractNumId w:val="5"/>
  </w:num>
  <w:num w:numId="27" w16cid:durableId="721515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58"/>
    <w:rsid w:val="000010ED"/>
    <w:rsid w:val="00002B6C"/>
    <w:rsid w:val="00010AF6"/>
    <w:rsid w:val="00012565"/>
    <w:rsid w:val="000129A8"/>
    <w:rsid w:val="0001753F"/>
    <w:rsid w:val="000175DB"/>
    <w:rsid w:val="00021026"/>
    <w:rsid w:val="0002319F"/>
    <w:rsid w:val="000250D8"/>
    <w:rsid w:val="0002602B"/>
    <w:rsid w:val="00032790"/>
    <w:rsid w:val="00036930"/>
    <w:rsid w:val="00044700"/>
    <w:rsid w:val="00046AA3"/>
    <w:rsid w:val="00061381"/>
    <w:rsid w:val="0006240F"/>
    <w:rsid w:val="000653AA"/>
    <w:rsid w:val="0006741C"/>
    <w:rsid w:val="00070B7F"/>
    <w:rsid w:val="00072AA5"/>
    <w:rsid w:val="00074096"/>
    <w:rsid w:val="00082A6D"/>
    <w:rsid w:val="00085438"/>
    <w:rsid w:val="000855F1"/>
    <w:rsid w:val="00085EEE"/>
    <w:rsid w:val="000A103C"/>
    <w:rsid w:val="000A4958"/>
    <w:rsid w:val="000A6CC4"/>
    <w:rsid w:val="000A7C1D"/>
    <w:rsid w:val="000B1406"/>
    <w:rsid w:val="000B5406"/>
    <w:rsid w:val="000B7443"/>
    <w:rsid w:val="000D43D8"/>
    <w:rsid w:val="000D52C5"/>
    <w:rsid w:val="000E0875"/>
    <w:rsid w:val="000E68AD"/>
    <w:rsid w:val="000F58E6"/>
    <w:rsid w:val="000F7F92"/>
    <w:rsid w:val="001040C2"/>
    <w:rsid w:val="00112E04"/>
    <w:rsid w:val="001159DF"/>
    <w:rsid w:val="001228B3"/>
    <w:rsid w:val="00126BA2"/>
    <w:rsid w:val="00131A15"/>
    <w:rsid w:val="001347FF"/>
    <w:rsid w:val="00143BCA"/>
    <w:rsid w:val="00146BCB"/>
    <w:rsid w:val="001517F1"/>
    <w:rsid w:val="001611E3"/>
    <w:rsid w:val="001653C0"/>
    <w:rsid w:val="00166253"/>
    <w:rsid w:val="0017280E"/>
    <w:rsid w:val="00191099"/>
    <w:rsid w:val="00193EA8"/>
    <w:rsid w:val="001A5AE9"/>
    <w:rsid w:val="001A66AF"/>
    <w:rsid w:val="001A7BD2"/>
    <w:rsid w:val="001B0132"/>
    <w:rsid w:val="001B045D"/>
    <w:rsid w:val="001B1977"/>
    <w:rsid w:val="001B3857"/>
    <w:rsid w:val="001B587E"/>
    <w:rsid w:val="001C06EF"/>
    <w:rsid w:val="001C3950"/>
    <w:rsid w:val="001C6C21"/>
    <w:rsid w:val="001E15AA"/>
    <w:rsid w:val="001F50BA"/>
    <w:rsid w:val="001F5B9D"/>
    <w:rsid w:val="001F76B9"/>
    <w:rsid w:val="0020381E"/>
    <w:rsid w:val="002067D6"/>
    <w:rsid w:val="00207EE3"/>
    <w:rsid w:val="00213185"/>
    <w:rsid w:val="00215E56"/>
    <w:rsid w:val="002175DC"/>
    <w:rsid w:val="00222810"/>
    <w:rsid w:val="00222AC7"/>
    <w:rsid w:val="00222FE0"/>
    <w:rsid w:val="002263F1"/>
    <w:rsid w:val="002279D1"/>
    <w:rsid w:val="00234E3D"/>
    <w:rsid w:val="002360A1"/>
    <w:rsid w:val="00242BA4"/>
    <w:rsid w:val="00243F51"/>
    <w:rsid w:val="00252F92"/>
    <w:rsid w:val="00257EAD"/>
    <w:rsid w:val="00263F4D"/>
    <w:rsid w:val="00265312"/>
    <w:rsid w:val="00265E1F"/>
    <w:rsid w:val="00267389"/>
    <w:rsid w:val="00271C4F"/>
    <w:rsid w:val="00273040"/>
    <w:rsid w:val="00275AF5"/>
    <w:rsid w:val="00277032"/>
    <w:rsid w:val="002815D3"/>
    <w:rsid w:val="00286415"/>
    <w:rsid w:val="00287745"/>
    <w:rsid w:val="00296B2F"/>
    <w:rsid w:val="00297798"/>
    <w:rsid w:val="002A0E67"/>
    <w:rsid w:val="002A7626"/>
    <w:rsid w:val="002B08D2"/>
    <w:rsid w:val="002B1BDB"/>
    <w:rsid w:val="002B4840"/>
    <w:rsid w:val="002B69B3"/>
    <w:rsid w:val="002B739F"/>
    <w:rsid w:val="002C0945"/>
    <w:rsid w:val="002C175F"/>
    <w:rsid w:val="002D1EAB"/>
    <w:rsid w:val="002D3223"/>
    <w:rsid w:val="002D4F94"/>
    <w:rsid w:val="002D5FC2"/>
    <w:rsid w:val="002E747B"/>
    <w:rsid w:val="002E774B"/>
    <w:rsid w:val="002F16C4"/>
    <w:rsid w:val="002F1B86"/>
    <w:rsid w:val="002F386D"/>
    <w:rsid w:val="002F4E35"/>
    <w:rsid w:val="00310B40"/>
    <w:rsid w:val="00317890"/>
    <w:rsid w:val="003200C5"/>
    <w:rsid w:val="00323E7B"/>
    <w:rsid w:val="003267FE"/>
    <w:rsid w:val="0033612D"/>
    <w:rsid w:val="00340FC6"/>
    <w:rsid w:val="00344871"/>
    <w:rsid w:val="00347672"/>
    <w:rsid w:val="0035725C"/>
    <w:rsid w:val="00361520"/>
    <w:rsid w:val="00363A69"/>
    <w:rsid w:val="003712B5"/>
    <w:rsid w:val="003713D3"/>
    <w:rsid w:val="003760F5"/>
    <w:rsid w:val="00376317"/>
    <w:rsid w:val="003843D3"/>
    <w:rsid w:val="003850CE"/>
    <w:rsid w:val="00392A30"/>
    <w:rsid w:val="0039411F"/>
    <w:rsid w:val="003A5C1E"/>
    <w:rsid w:val="003B37CA"/>
    <w:rsid w:val="003B4737"/>
    <w:rsid w:val="003C01BC"/>
    <w:rsid w:val="003C394C"/>
    <w:rsid w:val="003C69B6"/>
    <w:rsid w:val="003C715D"/>
    <w:rsid w:val="003D6411"/>
    <w:rsid w:val="003E1E63"/>
    <w:rsid w:val="003E1F09"/>
    <w:rsid w:val="003E2BA6"/>
    <w:rsid w:val="003E5928"/>
    <w:rsid w:val="003F5F59"/>
    <w:rsid w:val="0041120A"/>
    <w:rsid w:val="004113E2"/>
    <w:rsid w:val="004173D9"/>
    <w:rsid w:val="00420F69"/>
    <w:rsid w:val="00421B37"/>
    <w:rsid w:val="00427322"/>
    <w:rsid w:val="00427FD4"/>
    <w:rsid w:val="00430851"/>
    <w:rsid w:val="0043544E"/>
    <w:rsid w:val="004366FA"/>
    <w:rsid w:val="00437AD8"/>
    <w:rsid w:val="00440C23"/>
    <w:rsid w:val="00441913"/>
    <w:rsid w:val="0044217D"/>
    <w:rsid w:val="004437C6"/>
    <w:rsid w:val="00452376"/>
    <w:rsid w:val="00454AF7"/>
    <w:rsid w:val="00454F8C"/>
    <w:rsid w:val="0045527A"/>
    <w:rsid w:val="004610FE"/>
    <w:rsid w:val="004662F8"/>
    <w:rsid w:val="004751AC"/>
    <w:rsid w:val="00481039"/>
    <w:rsid w:val="0048171A"/>
    <w:rsid w:val="0048204B"/>
    <w:rsid w:val="004845EB"/>
    <w:rsid w:val="00485404"/>
    <w:rsid w:val="00487A26"/>
    <w:rsid w:val="004900F1"/>
    <w:rsid w:val="004902B0"/>
    <w:rsid w:val="00492564"/>
    <w:rsid w:val="00497632"/>
    <w:rsid w:val="004A145C"/>
    <w:rsid w:val="004A339A"/>
    <w:rsid w:val="004A347F"/>
    <w:rsid w:val="004A49A4"/>
    <w:rsid w:val="004C0964"/>
    <w:rsid w:val="004C7750"/>
    <w:rsid w:val="004D7B72"/>
    <w:rsid w:val="004E45AC"/>
    <w:rsid w:val="004E76E1"/>
    <w:rsid w:val="0050517D"/>
    <w:rsid w:val="0050784F"/>
    <w:rsid w:val="00521E4F"/>
    <w:rsid w:val="0052412C"/>
    <w:rsid w:val="005303A2"/>
    <w:rsid w:val="00533006"/>
    <w:rsid w:val="0053472E"/>
    <w:rsid w:val="005368BD"/>
    <w:rsid w:val="005449B8"/>
    <w:rsid w:val="00544D03"/>
    <w:rsid w:val="00544D9B"/>
    <w:rsid w:val="0054721F"/>
    <w:rsid w:val="005505A3"/>
    <w:rsid w:val="00553BDA"/>
    <w:rsid w:val="005547DD"/>
    <w:rsid w:val="00557172"/>
    <w:rsid w:val="00557471"/>
    <w:rsid w:val="00560019"/>
    <w:rsid w:val="0056112B"/>
    <w:rsid w:val="00566FB5"/>
    <w:rsid w:val="00572528"/>
    <w:rsid w:val="0057792F"/>
    <w:rsid w:val="00584EEC"/>
    <w:rsid w:val="005873F3"/>
    <w:rsid w:val="00587F75"/>
    <w:rsid w:val="00593B9B"/>
    <w:rsid w:val="00594738"/>
    <w:rsid w:val="00597118"/>
    <w:rsid w:val="005A6268"/>
    <w:rsid w:val="005B1DD5"/>
    <w:rsid w:val="005B29CC"/>
    <w:rsid w:val="005B2B79"/>
    <w:rsid w:val="005B5D87"/>
    <w:rsid w:val="005B63BA"/>
    <w:rsid w:val="005B70BE"/>
    <w:rsid w:val="005B7E00"/>
    <w:rsid w:val="005C4E7F"/>
    <w:rsid w:val="005C7725"/>
    <w:rsid w:val="005C7D8B"/>
    <w:rsid w:val="005D02D3"/>
    <w:rsid w:val="005D0928"/>
    <w:rsid w:val="005D12A4"/>
    <w:rsid w:val="005D333F"/>
    <w:rsid w:val="005D6CC7"/>
    <w:rsid w:val="005D71D8"/>
    <w:rsid w:val="005E3AC8"/>
    <w:rsid w:val="005E4DFB"/>
    <w:rsid w:val="005F1D8E"/>
    <w:rsid w:val="005F227A"/>
    <w:rsid w:val="005F6945"/>
    <w:rsid w:val="005F6E66"/>
    <w:rsid w:val="006108A3"/>
    <w:rsid w:val="00620D68"/>
    <w:rsid w:val="006334C9"/>
    <w:rsid w:val="00644899"/>
    <w:rsid w:val="0065046B"/>
    <w:rsid w:val="00651880"/>
    <w:rsid w:val="00651B00"/>
    <w:rsid w:val="00651F2D"/>
    <w:rsid w:val="00655648"/>
    <w:rsid w:val="00656D50"/>
    <w:rsid w:val="006570D6"/>
    <w:rsid w:val="00657A06"/>
    <w:rsid w:val="00661164"/>
    <w:rsid w:val="00661F7F"/>
    <w:rsid w:val="0066267F"/>
    <w:rsid w:val="00670838"/>
    <w:rsid w:val="00670CC7"/>
    <w:rsid w:val="00671DF9"/>
    <w:rsid w:val="006773D8"/>
    <w:rsid w:val="00681C9B"/>
    <w:rsid w:val="00684210"/>
    <w:rsid w:val="006854D6"/>
    <w:rsid w:val="00694572"/>
    <w:rsid w:val="00694A41"/>
    <w:rsid w:val="0069739F"/>
    <w:rsid w:val="006A0CCE"/>
    <w:rsid w:val="006A2D2F"/>
    <w:rsid w:val="006A3DFC"/>
    <w:rsid w:val="006B2009"/>
    <w:rsid w:val="006B3E0C"/>
    <w:rsid w:val="006B5411"/>
    <w:rsid w:val="006C1686"/>
    <w:rsid w:val="006C23B7"/>
    <w:rsid w:val="006D2B6E"/>
    <w:rsid w:val="006D5CB9"/>
    <w:rsid w:val="006D6DE1"/>
    <w:rsid w:val="006E25AA"/>
    <w:rsid w:val="006E462D"/>
    <w:rsid w:val="006E66FA"/>
    <w:rsid w:val="006E7937"/>
    <w:rsid w:val="006E7FB8"/>
    <w:rsid w:val="006F320F"/>
    <w:rsid w:val="006F67E1"/>
    <w:rsid w:val="007041D7"/>
    <w:rsid w:val="00705C35"/>
    <w:rsid w:val="00710A4C"/>
    <w:rsid w:val="007209C9"/>
    <w:rsid w:val="00720DAD"/>
    <w:rsid w:val="00725C30"/>
    <w:rsid w:val="00730F93"/>
    <w:rsid w:val="00733920"/>
    <w:rsid w:val="00734396"/>
    <w:rsid w:val="00736450"/>
    <w:rsid w:val="00736C4A"/>
    <w:rsid w:val="007570C9"/>
    <w:rsid w:val="00757DC9"/>
    <w:rsid w:val="007708A6"/>
    <w:rsid w:val="00771811"/>
    <w:rsid w:val="0077500B"/>
    <w:rsid w:val="007755D6"/>
    <w:rsid w:val="007760D4"/>
    <w:rsid w:val="0077779F"/>
    <w:rsid w:val="00783C20"/>
    <w:rsid w:val="00786060"/>
    <w:rsid w:val="00792F2A"/>
    <w:rsid w:val="00795D2D"/>
    <w:rsid w:val="007A4213"/>
    <w:rsid w:val="007B161A"/>
    <w:rsid w:val="007C47F8"/>
    <w:rsid w:val="007C552F"/>
    <w:rsid w:val="007C569A"/>
    <w:rsid w:val="007D0626"/>
    <w:rsid w:val="007D3697"/>
    <w:rsid w:val="007D538D"/>
    <w:rsid w:val="007E30E5"/>
    <w:rsid w:val="007E43DE"/>
    <w:rsid w:val="007F002E"/>
    <w:rsid w:val="007F1749"/>
    <w:rsid w:val="0082077A"/>
    <w:rsid w:val="00823E02"/>
    <w:rsid w:val="00825726"/>
    <w:rsid w:val="008321E6"/>
    <w:rsid w:val="008324AF"/>
    <w:rsid w:val="008351DA"/>
    <w:rsid w:val="0084323E"/>
    <w:rsid w:val="008458C4"/>
    <w:rsid w:val="00846E49"/>
    <w:rsid w:val="00852551"/>
    <w:rsid w:val="00853BAD"/>
    <w:rsid w:val="00853CED"/>
    <w:rsid w:val="00854DD9"/>
    <w:rsid w:val="00855CD2"/>
    <w:rsid w:val="008606A3"/>
    <w:rsid w:val="008613F6"/>
    <w:rsid w:val="00862F51"/>
    <w:rsid w:val="0086796F"/>
    <w:rsid w:val="008734A1"/>
    <w:rsid w:val="008746D0"/>
    <w:rsid w:val="00874B26"/>
    <w:rsid w:val="0088632B"/>
    <w:rsid w:val="00887C72"/>
    <w:rsid w:val="00896449"/>
    <w:rsid w:val="008A2C73"/>
    <w:rsid w:val="008A6778"/>
    <w:rsid w:val="008A76F8"/>
    <w:rsid w:val="008B29D4"/>
    <w:rsid w:val="008B346F"/>
    <w:rsid w:val="008B4BE4"/>
    <w:rsid w:val="008B6841"/>
    <w:rsid w:val="008B6D24"/>
    <w:rsid w:val="008C0835"/>
    <w:rsid w:val="008C2880"/>
    <w:rsid w:val="008D6DF0"/>
    <w:rsid w:val="008D733F"/>
    <w:rsid w:val="008E3FA1"/>
    <w:rsid w:val="008E66BF"/>
    <w:rsid w:val="008E7C80"/>
    <w:rsid w:val="008F22A2"/>
    <w:rsid w:val="008F5E43"/>
    <w:rsid w:val="008F6903"/>
    <w:rsid w:val="0090000D"/>
    <w:rsid w:val="00902592"/>
    <w:rsid w:val="0090498C"/>
    <w:rsid w:val="00910083"/>
    <w:rsid w:val="00913E60"/>
    <w:rsid w:val="00916AFF"/>
    <w:rsid w:val="009178F0"/>
    <w:rsid w:val="00926FEC"/>
    <w:rsid w:val="00931B8C"/>
    <w:rsid w:val="0093438B"/>
    <w:rsid w:val="00941639"/>
    <w:rsid w:val="009465F3"/>
    <w:rsid w:val="00952083"/>
    <w:rsid w:val="00952F46"/>
    <w:rsid w:val="00953716"/>
    <w:rsid w:val="00954E9E"/>
    <w:rsid w:val="00960850"/>
    <w:rsid w:val="00961FE2"/>
    <w:rsid w:val="0096251F"/>
    <w:rsid w:val="009643E2"/>
    <w:rsid w:val="00976209"/>
    <w:rsid w:val="00980EA1"/>
    <w:rsid w:val="0098125C"/>
    <w:rsid w:val="009821EE"/>
    <w:rsid w:val="00983D45"/>
    <w:rsid w:val="00987C1D"/>
    <w:rsid w:val="009908CE"/>
    <w:rsid w:val="009917CF"/>
    <w:rsid w:val="009917DB"/>
    <w:rsid w:val="00995479"/>
    <w:rsid w:val="00995A59"/>
    <w:rsid w:val="00996B61"/>
    <w:rsid w:val="009A16D4"/>
    <w:rsid w:val="009A1FCB"/>
    <w:rsid w:val="009A3C6A"/>
    <w:rsid w:val="009A5029"/>
    <w:rsid w:val="009C0397"/>
    <w:rsid w:val="009C5D33"/>
    <w:rsid w:val="009C6786"/>
    <w:rsid w:val="009C7DE5"/>
    <w:rsid w:val="009E479E"/>
    <w:rsid w:val="009F3E80"/>
    <w:rsid w:val="00A00D91"/>
    <w:rsid w:val="00A04F24"/>
    <w:rsid w:val="00A104F5"/>
    <w:rsid w:val="00A14595"/>
    <w:rsid w:val="00A16AC8"/>
    <w:rsid w:val="00A2399F"/>
    <w:rsid w:val="00A23C04"/>
    <w:rsid w:val="00A315B9"/>
    <w:rsid w:val="00A36A76"/>
    <w:rsid w:val="00A36C94"/>
    <w:rsid w:val="00A506FA"/>
    <w:rsid w:val="00A50807"/>
    <w:rsid w:val="00A54105"/>
    <w:rsid w:val="00A60FC9"/>
    <w:rsid w:val="00A64927"/>
    <w:rsid w:val="00A845DF"/>
    <w:rsid w:val="00A90EFB"/>
    <w:rsid w:val="00A90F0A"/>
    <w:rsid w:val="00A9152E"/>
    <w:rsid w:val="00A917D3"/>
    <w:rsid w:val="00A9263D"/>
    <w:rsid w:val="00A95A01"/>
    <w:rsid w:val="00A95B89"/>
    <w:rsid w:val="00A978FB"/>
    <w:rsid w:val="00AA09C2"/>
    <w:rsid w:val="00AB00C4"/>
    <w:rsid w:val="00AB18A3"/>
    <w:rsid w:val="00AB2496"/>
    <w:rsid w:val="00AB5190"/>
    <w:rsid w:val="00AB58D6"/>
    <w:rsid w:val="00AC3FD8"/>
    <w:rsid w:val="00AD0C1D"/>
    <w:rsid w:val="00AD2FC9"/>
    <w:rsid w:val="00AD34C7"/>
    <w:rsid w:val="00AE0CB1"/>
    <w:rsid w:val="00AF02F8"/>
    <w:rsid w:val="00AF3CF5"/>
    <w:rsid w:val="00AF4B04"/>
    <w:rsid w:val="00B01617"/>
    <w:rsid w:val="00B139B3"/>
    <w:rsid w:val="00B15970"/>
    <w:rsid w:val="00B173BB"/>
    <w:rsid w:val="00B17BD1"/>
    <w:rsid w:val="00B21540"/>
    <w:rsid w:val="00B21C67"/>
    <w:rsid w:val="00B24CCB"/>
    <w:rsid w:val="00B267B8"/>
    <w:rsid w:val="00B26B03"/>
    <w:rsid w:val="00B31A41"/>
    <w:rsid w:val="00B31B17"/>
    <w:rsid w:val="00B363AF"/>
    <w:rsid w:val="00B46B53"/>
    <w:rsid w:val="00B51E19"/>
    <w:rsid w:val="00B54358"/>
    <w:rsid w:val="00B54AB6"/>
    <w:rsid w:val="00B637BB"/>
    <w:rsid w:val="00B64228"/>
    <w:rsid w:val="00B64F01"/>
    <w:rsid w:val="00B660FD"/>
    <w:rsid w:val="00B662BA"/>
    <w:rsid w:val="00B71295"/>
    <w:rsid w:val="00B71E06"/>
    <w:rsid w:val="00B770F5"/>
    <w:rsid w:val="00B8095A"/>
    <w:rsid w:val="00B81CA5"/>
    <w:rsid w:val="00B85663"/>
    <w:rsid w:val="00B907C5"/>
    <w:rsid w:val="00B93270"/>
    <w:rsid w:val="00B93A89"/>
    <w:rsid w:val="00BB423B"/>
    <w:rsid w:val="00BC42A2"/>
    <w:rsid w:val="00BC47D5"/>
    <w:rsid w:val="00BD19C2"/>
    <w:rsid w:val="00BD3FF5"/>
    <w:rsid w:val="00BD4360"/>
    <w:rsid w:val="00BD63E3"/>
    <w:rsid w:val="00BD7EE9"/>
    <w:rsid w:val="00BE02A9"/>
    <w:rsid w:val="00BE3644"/>
    <w:rsid w:val="00BE4AEC"/>
    <w:rsid w:val="00BF1250"/>
    <w:rsid w:val="00BF498C"/>
    <w:rsid w:val="00C00990"/>
    <w:rsid w:val="00C0699B"/>
    <w:rsid w:val="00C176FC"/>
    <w:rsid w:val="00C24559"/>
    <w:rsid w:val="00C2631C"/>
    <w:rsid w:val="00C40470"/>
    <w:rsid w:val="00C42098"/>
    <w:rsid w:val="00C51D16"/>
    <w:rsid w:val="00C533BB"/>
    <w:rsid w:val="00C60434"/>
    <w:rsid w:val="00C60DC0"/>
    <w:rsid w:val="00C62CBF"/>
    <w:rsid w:val="00C65C19"/>
    <w:rsid w:val="00C676CB"/>
    <w:rsid w:val="00C72731"/>
    <w:rsid w:val="00C728F7"/>
    <w:rsid w:val="00C73D08"/>
    <w:rsid w:val="00C741BA"/>
    <w:rsid w:val="00C83C4A"/>
    <w:rsid w:val="00C90772"/>
    <w:rsid w:val="00C90E40"/>
    <w:rsid w:val="00C90F5C"/>
    <w:rsid w:val="00CA4028"/>
    <w:rsid w:val="00CA576B"/>
    <w:rsid w:val="00CB61E8"/>
    <w:rsid w:val="00CB6EBB"/>
    <w:rsid w:val="00CC0056"/>
    <w:rsid w:val="00CC4E32"/>
    <w:rsid w:val="00CD1FEE"/>
    <w:rsid w:val="00CD29A9"/>
    <w:rsid w:val="00CD6102"/>
    <w:rsid w:val="00CD77FD"/>
    <w:rsid w:val="00CE590A"/>
    <w:rsid w:val="00CE62E7"/>
    <w:rsid w:val="00CE7C89"/>
    <w:rsid w:val="00CF60E2"/>
    <w:rsid w:val="00CF62F5"/>
    <w:rsid w:val="00D053FF"/>
    <w:rsid w:val="00D0565B"/>
    <w:rsid w:val="00D20C53"/>
    <w:rsid w:val="00D212F1"/>
    <w:rsid w:val="00D22F19"/>
    <w:rsid w:val="00D23E8C"/>
    <w:rsid w:val="00D300D7"/>
    <w:rsid w:val="00D304E7"/>
    <w:rsid w:val="00D32697"/>
    <w:rsid w:val="00D33F0A"/>
    <w:rsid w:val="00D34A8E"/>
    <w:rsid w:val="00D43BBB"/>
    <w:rsid w:val="00D4676C"/>
    <w:rsid w:val="00D51AB7"/>
    <w:rsid w:val="00D525BC"/>
    <w:rsid w:val="00D54317"/>
    <w:rsid w:val="00D54AF0"/>
    <w:rsid w:val="00D6199A"/>
    <w:rsid w:val="00D62812"/>
    <w:rsid w:val="00D62C66"/>
    <w:rsid w:val="00D62E73"/>
    <w:rsid w:val="00D72CAF"/>
    <w:rsid w:val="00D81338"/>
    <w:rsid w:val="00D814BB"/>
    <w:rsid w:val="00D86D72"/>
    <w:rsid w:val="00D94BE8"/>
    <w:rsid w:val="00D96EC6"/>
    <w:rsid w:val="00DA6E08"/>
    <w:rsid w:val="00DB2F97"/>
    <w:rsid w:val="00DB44F1"/>
    <w:rsid w:val="00DC1C6E"/>
    <w:rsid w:val="00DC2463"/>
    <w:rsid w:val="00DC379B"/>
    <w:rsid w:val="00DD10E1"/>
    <w:rsid w:val="00DD4AF2"/>
    <w:rsid w:val="00DD6EB5"/>
    <w:rsid w:val="00DE0004"/>
    <w:rsid w:val="00DE5606"/>
    <w:rsid w:val="00DF38FC"/>
    <w:rsid w:val="00DF49B2"/>
    <w:rsid w:val="00DF6959"/>
    <w:rsid w:val="00E05DC5"/>
    <w:rsid w:val="00E11326"/>
    <w:rsid w:val="00E12680"/>
    <w:rsid w:val="00E128D8"/>
    <w:rsid w:val="00E1342A"/>
    <w:rsid w:val="00E13981"/>
    <w:rsid w:val="00E1430B"/>
    <w:rsid w:val="00E14BFB"/>
    <w:rsid w:val="00E17AA4"/>
    <w:rsid w:val="00E31167"/>
    <w:rsid w:val="00E31934"/>
    <w:rsid w:val="00E324E8"/>
    <w:rsid w:val="00E37787"/>
    <w:rsid w:val="00E606AC"/>
    <w:rsid w:val="00E648A7"/>
    <w:rsid w:val="00E6521C"/>
    <w:rsid w:val="00E65ED6"/>
    <w:rsid w:val="00E70FBB"/>
    <w:rsid w:val="00E71256"/>
    <w:rsid w:val="00E751EF"/>
    <w:rsid w:val="00E7671E"/>
    <w:rsid w:val="00E8066E"/>
    <w:rsid w:val="00E82E43"/>
    <w:rsid w:val="00E8415D"/>
    <w:rsid w:val="00E87040"/>
    <w:rsid w:val="00E92032"/>
    <w:rsid w:val="00E940E4"/>
    <w:rsid w:val="00E94840"/>
    <w:rsid w:val="00E967BC"/>
    <w:rsid w:val="00E97C1C"/>
    <w:rsid w:val="00EA09F2"/>
    <w:rsid w:val="00EA7132"/>
    <w:rsid w:val="00EB56D3"/>
    <w:rsid w:val="00EC217C"/>
    <w:rsid w:val="00EC45C3"/>
    <w:rsid w:val="00EC6797"/>
    <w:rsid w:val="00ED2664"/>
    <w:rsid w:val="00ED3E1F"/>
    <w:rsid w:val="00ED5690"/>
    <w:rsid w:val="00ED6DBC"/>
    <w:rsid w:val="00EE0A18"/>
    <w:rsid w:val="00EE6DCB"/>
    <w:rsid w:val="00F01078"/>
    <w:rsid w:val="00F10643"/>
    <w:rsid w:val="00F11FCC"/>
    <w:rsid w:val="00F14997"/>
    <w:rsid w:val="00F21BAC"/>
    <w:rsid w:val="00F236BF"/>
    <w:rsid w:val="00F23CA9"/>
    <w:rsid w:val="00F26255"/>
    <w:rsid w:val="00F3133B"/>
    <w:rsid w:val="00F31C7F"/>
    <w:rsid w:val="00F327BB"/>
    <w:rsid w:val="00F32E85"/>
    <w:rsid w:val="00F34C35"/>
    <w:rsid w:val="00F446FD"/>
    <w:rsid w:val="00F4503A"/>
    <w:rsid w:val="00F451E3"/>
    <w:rsid w:val="00F457FD"/>
    <w:rsid w:val="00F53267"/>
    <w:rsid w:val="00F5458E"/>
    <w:rsid w:val="00F54EA4"/>
    <w:rsid w:val="00F56CEB"/>
    <w:rsid w:val="00F616E9"/>
    <w:rsid w:val="00F624C7"/>
    <w:rsid w:val="00F6511E"/>
    <w:rsid w:val="00F65944"/>
    <w:rsid w:val="00F66915"/>
    <w:rsid w:val="00F66F5B"/>
    <w:rsid w:val="00F7688A"/>
    <w:rsid w:val="00F77309"/>
    <w:rsid w:val="00F776C1"/>
    <w:rsid w:val="00F808BA"/>
    <w:rsid w:val="00F81BC0"/>
    <w:rsid w:val="00F81D6E"/>
    <w:rsid w:val="00F8466A"/>
    <w:rsid w:val="00F86F68"/>
    <w:rsid w:val="00F873B5"/>
    <w:rsid w:val="00F94813"/>
    <w:rsid w:val="00F96CCE"/>
    <w:rsid w:val="00FA0185"/>
    <w:rsid w:val="00FA7BDF"/>
    <w:rsid w:val="00FB6262"/>
    <w:rsid w:val="00FC125A"/>
    <w:rsid w:val="00FC228C"/>
    <w:rsid w:val="00FC3851"/>
    <w:rsid w:val="00FD2006"/>
    <w:rsid w:val="00FD4BD4"/>
    <w:rsid w:val="00FE2AF8"/>
    <w:rsid w:val="00FE556A"/>
    <w:rsid w:val="00FF14CF"/>
    <w:rsid w:val="00FF4EB5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E917E"/>
  <w15:docId w15:val="{70E97580-CA99-4E65-926D-F48BFB68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74B26"/>
    <w:pPr>
      <w:keepNext/>
      <w:widowControl/>
      <w:suppressAutoHyphens w:val="0"/>
      <w:spacing w:after="0" w:line="240" w:lineRule="auto"/>
      <w:ind w:left="567"/>
      <w:outlineLvl w:val="0"/>
    </w:pPr>
    <w:rPr>
      <w:rFonts w:ascii="Univers" w:eastAsia="Times New Roman" w:hAnsi="Univers" w:cs="Univers"/>
      <w:b/>
      <w:bCs/>
      <w:sz w:val="20"/>
      <w:szCs w:val="20"/>
      <w:lang w:eastAsia="fr-FR" w:bidi="ar-S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4D6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2BA4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15970"/>
    <w:pPr>
      <w:keepNext/>
      <w:keepLines/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  <w:color w:val="83CAFF"/>
      <w:sz w:val="24"/>
      <w:szCs w:val="24"/>
      <w:shd w:val="clear" w:color="auto" w:fill="auto"/>
    </w:rPr>
  </w:style>
  <w:style w:type="character" w:customStyle="1" w:styleId="Caractresdenumrotation">
    <w:name w:val="Caractères de numérotation"/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rPr>
      <w:rFonts w:ascii="Times New Roman" w:hAnsi="Times New Roman" w:cs="Times New Roman"/>
      <w:lang w:val="fr-FR" w:eastAsia="zh-CN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-tte">
    <w:name w:val="header"/>
    <w:basedOn w:val="Normal"/>
    <w:link w:val="En-tteCar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Notedebasdepage">
    <w:name w:val="footnote text"/>
    <w:pPr>
      <w:suppressAutoHyphens/>
      <w:spacing w:after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tenudecadre">
    <w:name w:val="Contenu de cadre"/>
    <w:basedOn w:val="Corpsdetexte"/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ableau">
    <w:name w:val="Tableau"/>
    <w:basedOn w:val="Lgende"/>
    <w:rPr>
      <w:i w:val="0"/>
      <w:sz w:val="17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  <w:sz w:val="18"/>
    </w:rPr>
  </w:style>
  <w:style w:type="paragraph" w:customStyle="1" w:styleId="fcasegauche">
    <w:name w:val="f_case_gauche"/>
    <w:basedOn w:val="Normal"/>
    <w:rsid w:val="00191099"/>
    <w:pPr>
      <w:widowControl/>
      <w:suppressAutoHyphens w:val="0"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paragraph" w:customStyle="1" w:styleId="fcase1ertab">
    <w:name w:val="f_case_1ertab"/>
    <w:basedOn w:val="Normal"/>
    <w:rsid w:val="00191099"/>
    <w:pPr>
      <w:widowControl/>
      <w:tabs>
        <w:tab w:val="left" w:pos="426"/>
      </w:tabs>
      <w:suppressAutoHyphens w:val="0"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En-tteCar">
    <w:name w:val="En-tête Car"/>
    <w:link w:val="En-tte"/>
    <w:rsid w:val="00191099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qFormat/>
    <w:rsid w:val="00191099"/>
    <w:pPr>
      <w:ind w:left="720"/>
      <w:contextualSpacing/>
    </w:pPr>
    <w:rPr>
      <w:szCs w:val="21"/>
    </w:rPr>
  </w:style>
  <w:style w:type="character" w:styleId="Textedelespacerserv">
    <w:name w:val="Placeholder Text"/>
    <w:basedOn w:val="Policepardfaut"/>
    <w:uiPriority w:val="99"/>
    <w:semiHidden/>
    <w:rsid w:val="004976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63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632"/>
    <w:rPr>
      <w:rFonts w:ascii="Tahoma" w:eastAsia="SimSun" w:hAnsi="Tahoma" w:cs="Mangal"/>
      <w:sz w:val="16"/>
      <w:szCs w:val="14"/>
      <w:lang w:eastAsia="zh-CN" w:bidi="hi-IN"/>
    </w:rPr>
  </w:style>
  <w:style w:type="character" w:styleId="Appelnotedebasdep">
    <w:name w:val="footnote reference"/>
    <w:basedOn w:val="Policepardfaut"/>
    <w:semiHidden/>
    <w:unhideWhenUsed/>
    <w:rsid w:val="00222AC7"/>
    <w:rPr>
      <w:vertAlign w:val="superscript"/>
    </w:rPr>
  </w:style>
  <w:style w:type="table" w:styleId="Grilledutableau">
    <w:name w:val="Table Grid"/>
    <w:basedOn w:val="TableauNormal"/>
    <w:uiPriority w:val="59"/>
    <w:rsid w:val="00012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0129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0129A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">
    <w:name w:val="Light List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6">
    <w:name w:val="Light Shading Accent 6"/>
    <w:basedOn w:val="TableauNormal"/>
    <w:uiPriority w:val="60"/>
    <w:rsid w:val="000129A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-Accent2">
    <w:name w:val="Light List Accent 2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2">
    <w:name w:val="Light Shading Accent 2"/>
    <w:basedOn w:val="TableauNormal"/>
    <w:uiPriority w:val="60"/>
    <w:rsid w:val="000129A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itre1Car">
    <w:name w:val="Titre 1 Car"/>
    <w:basedOn w:val="Policepardfaut"/>
    <w:link w:val="Titre1"/>
    <w:rsid w:val="00874B26"/>
    <w:rPr>
      <w:rFonts w:ascii="Univers" w:eastAsia="Times New Roman" w:hAnsi="Univers" w:cs="Univers"/>
      <w:b/>
      <w:bCs/>
      <w:sz w:val="20"/>
      <w:szCs w:val="20"/>
    </w:rPr>
  </w:style>
  <w:style w:type="paragraph" w:customStyle="1" w:styleId="fcase2metab">
    <w:name w:val="f_case_2èmetab"/>
    <w:basedOn w:val="Normal"/>
    <w:rsid w:val="00874B26"/>
    <w:pPr>
      <w:widowControl/>
      <w:tabs>
        <w:tab w:val="left" w:pos="426"/>
        <w:tab w:val="left" w:pos="851"/>
      </w:tabs>
      <w:suppressAutoHyphens w:val="0"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ng-binding">
    <w:name w:val="ng-binding"/>
    <w:basedOn w:val="Policepardfaut"/>
    <w:rsid w:val="00F21BAC"/>
  </w:style>
  <w:style w:type="character" w:styleId="lev">
    <w:name w:val="Strong"/>
    <w:basedOn w:val="Policepardfaut"/>
    <w:uiPriority w:val="22"/>
    <w:qFormat/>
    <w:rsid w:val="006D5CB9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1A66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A66AF"/>
    <w:pPr>
      <w:spacing w:line="240" w:lineRule="auto"/>
    </w:pPr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1A66AF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6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6AF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paragraph" w:customStyle="1" w:styleId="PUCE1">
    <w:name w:val="PUCE 1"/>
    <w:basedOn w:val="Normal"/>
    <w:rsid w:val="00E128D8"/>
    <w:pPr>
      <w:widowControl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eastAsia="Times New Roman" w:cs="Times New Roman"/>
      <w:lang w:eastAsia="fr-FR" w:bidi="ar-SA"/>
    </w:rPr>
  </w:style>
  <w:style w:type="paragraph" w:customStyle="1" w:styleId="Standard">
    <w:name w:val="Standard"/>
    <w:autoRedefine/>
    <w:rsid w:val="008606A3"/>
    <w:pPr>
      <w:widowControl w:val="0"/>
      <w:tabs>
        <w:tab w:val="left" w:pos="851"/>
      </w:tabs>
      <w:suppressAutoHyphens/>
      <w:autoSpaceDN w:val="0"/>
      <w:spacing w:after="0" w:line="240" w:lineRule="auto"/>
      <w:jc w:val="both"/>
      <w:textAlignment w:val="center"/>
    </w:pPr>
    <w:rPr>
      <w:rFonts w:ascii="Arial" w:eastAsia="SimSun" w:hAnsi="Arial" w:cs="Arial"/>
      <w:bCs/>
      <w:iCs/>
      <w:noProof/>
      <w:kern w:val="3"/>
      <w:sz w:val="18"/>
      <w:szCs w:val="18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594738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242BA4"/>
    <w:rPr>
      <w:rFonts w:asciiTheme="majorHAnsi" w:eastAsiaTheme="majorEastAsia" w:hAnsiTheme="majorHAnsi" w:cs="Mangal"/>
      <w:color w:val="365F91" w:themeColor="accent1" w:themeShade="BF"/>
      <w:sz w:val="24"/>
      <w:szCs w:val="21"/>
      <w:lang w:eastAsia="zh-CN" w:bidi="hi-IN"/>
    </w:rPr>
  </w:style>
  <w:style w:type="paragraph" w:customStyle="1" w:styleId="Default">
    <w:name w:val="Default"/>
    <w:rsid w:val="00275AF5"/>
    <w:pPr>
      <w:autoSpaceDN w:val="0"/>
      <w:spacing w:after="0" w:line="240" w:lineRule="auto"/>
    </w:pPr>
    <w:rPr>
      <w:rFonts w:ascii="Arial" w:eastAsia="Cambria Math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rsid w:val="00275AF5"/>
    <w:rPr>
      <w:rFonts w:cs="Times New Roman"/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854D6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B64228"/>
    <w:pPr>
      <w:suppressLineNumbers w:val="0"/>
      <w:tabs>
        <w:tab w:val="clear" w:pos="4819"/>
        <w:tab w:val="clear" w:pos="9638"/>
        <w:tab w:val="right" w:pos="9026"/>
      </w:tabs>
      <w:suppressAutoHyphens w:val="0"/>
      <w:autoSpaceDE w:val="0"/>
      <w:autoSpaceDN w:val="0"/>
      <w:spacing w:after="0" w:line="240" w:lineRule="auto"/>
      <w:jc w:val="right"/>
    </w:pPr>
    <w:rPr>
      <w:rFonts w:ascii="Arial" w:eastAsia="Arial" w:hAnsi="Arial" w:cs="Arial"/>
      <w:b/>
      <w:bCs/>
      <w:sz w:val="21"/>
      <w:lang w:val="en-US" w:eastAsia="en-US"/>
    </w:rPr>
  </w:style>
  <w:style w:type="character" w:customStyle="1" w:styleId="ServiceInfo-headerCar">
    <w:name w:val="Service Info - header Car"/>
    <w:basedOn w:val="En-tteCar"/>
    <w:link w:val="ServiceInfo-header"/>
    <w:rsid w:val="00B64228"/>
    <w:rPr>
      <w:rFonts w:ascii="Arial" w:eastAsia="Arial" w:hAnsi="Arial" w:cs="Arial"/>
      <w:b/>
      <w:bCs/>
      <w:sz w:val="21"/>
      <w:szCs w:val="24"/>
      <w:lang w:val="en-US" w:eastAsia="en-US" w:bidi="hi-IN"/>
    </w:rPr>
  </w:style>
  <w:style w:type="paragraph" w:styleId="Rvision">
    <w:name w:val="Revision"/>
    <w:hidden/>
    <w:uiPriority w:val="99"/>
    <w:semiHidden/>
    <w:rsid w:val="00273040"/>
    <w:pPr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4A145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ansinterligne">
    <w:name w:val="No Spacing"/>
    <w:uiPriority w:val="1"/>
    <w:qFormat/>
    <w:rsid w:val="00C2455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Textbody">
    <w:name w:val="Text body"/>
    <w:basedOn w:val="Standard"/>
    <w:autoRedefine/>
    <w:rsid w:val="00B15970"/>
    <w:pPr>
      <w:keepLines/>
      <w:tabs>
        <w:tab w:val="clear" w:pos="851"/>
      </w:tabs>
      <w:spacing w:before="57"/>
    </w:pPr>
    <w:rPr>
      <w:rFonts w:eastAsia="Andale Sans UI" w:cs="Tahoma"/>
      <w:bCs w:val="0"/>
      <w:iCs w:val="0"/>
      <w:noProof w:val="0"/>
      <w:sz w:val="20"/>
      <w:szCs w:val="24"/>
      <w:lang w:eastAsia="ja-JP" w:bidi="fa-IR"/>
    </w:rPr>
  </w:style>
  <w:style w:type="paragraph" w:customStyle="1" w:styleId="TableContents">
    <w:name w:val="Table Contents"/>
    <w:basedOn w:val="Standard"/>
    <w:rsid w:val="00B15970"/>
    <w:pPr>
      <w:suppressLineNumbers/>
      <w:tabs>
        <w:tab w:val="clear" w:pos="851"/>
      </w:tabs>
      <w:spacing w:before="57"/>
    </w:pPr>
    <w:rPr>
      <w:rFonts w:eastAsia="Andale Sans UI" w:cs="Tahoma"/>
      <w:bCs w:val="0"/>
      <w:iCs w:val="0"/>
      <w:noProof w:val="0"/>
      <w:sz w:val="17"/>
      <w:szCs w:val="24"/>
      <w:lang w:eastAsia="ja-JP" w:bidi="fa-IR"/>
    </w:rPr>
  </w:style>
  <w:style w:type="character" w:customStyle="1" w:styleId="Titre8Car">
    <w:name w:val="Titre 8 Car"/>
    <w:basedOn w:val="Policepardfaut"/>
    <w:link w:val="Titre8"/>
    <w:uiPriority w:val="9"/>
    <w:semiHidden/>
    <w:rsid w:val="00B15970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AE_Nom%20du%20march&#233;%20et%20annexes%202-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F7D85-1B51-49FF-8826-25987DB9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Modèle_AE_Nom du marché et annexes 2-3</Template>
  <TotalTime>40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LIORET Baptiste</dc:creator>
  <cp:lastModifiedBy>LIORET Baptiste</cp:lastModifiedBy>
  <cp:revision>23</cp:revision>
  <cp:lastPrinted>2022-08-18T08:16:00Z</cp:lastPrinted>
  <dcterms:created xsi:type="dcterms:W3CDTF">2024-10-21T16:57:00Z</dcterms:created>
  <dcterms:modified xsi:type="dcterms:W3CDTF">2025-07-16T08:15:00Z</dcterms:modified>
</cp:coreProperties>
</file>